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42339B" w:rsidP="0042339B">
      <w:pPr>
        <w:tabs>
          <w:tab w:val="left" w:pos="4400"/>
          <w:tab w:val="left" w:pos="4600"/>
        </w:tabs>
        <w:spacing w:before="480" w:after="520"/>
        <w:ind w:right="746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18 декабря 2019 г. № 40</w:t>
      </w:r>
      <w:r w:rsidR="002D6A00"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AC6D3EC" wp14:editId="08BCACC0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Cs/>
          <w:sz w:val="28"/>
          <w:szCs w:val="28"/>
        </w:rPr>
        <w:t>6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664D0F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ook w:val="01E0" w:firstRow="1" w:lastRow="1" w:firstColumn="1" w:lastColumn="1" w:noHBand="0" w:noVBand="0"/>
      </w:tblPr>
      <w:tblGrid>
        <w:gridCol w:w="4927"/>
        <w:gridCol w:w="4644"/>
      </w:tblGrid>
      <w:tr w:rsidR="000D5EED" w:rsidRPr="007D2A3E" w:rsidTr="00664D0F">
        <w:trPr>
          <w:jc w:val="right"/>
        </w:trPr>
        <w:tc>
          <w:tcPr>
            <w:tcW w:w="5000" w:type="pct"/>
            <w:gridSpan w:val="2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7D2A3E">
              <w:rPr>
                <w:rFonts w:ascii="Times New Roman" w:hAnsi="Times New Roman"/>
                <w:sz w:val="28"/>
                <w:szCs w:val="28"/>
              </w:rPr>
              <w:lastRenderedPageBreak/>
              <w:t>О внесении изменений в постановление Правительства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Рязанской области от 29.10.2014 № 311 «Об утверждении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государственной программы Рязанской области «Развитие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здравоохранения» (в редакции постановлений Правительства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Рязанской области от 24.03.2015 № 64, от 08.07.2015 № 165,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09.09.2015 № 223, от 09.12.2015 № 302, от 29.12.2015 № 346,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10.02.2016 № 12, от 30.03.2016 № 60, от 18.05.2016 № 97,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10.08.2016 № 182, от 14.09.2016 № 206, от 02.11.2016 № 251,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28.12.2016 № 308, от 14.02.2017 № 29, от 18.04.2017 № 78,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19.07.2017 № 164, от 23.08.2017 № 196, от 25.10.2017 № 262,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21.11.2017 № 309, от 26.12.2017 № 412, от 06.02.2018 № 23,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03.04.2018 № 82, от 26.06.2018 № 182, от 14.08.2018 № 232,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08.10.2018 № 285, от 16.10.2018 № 290, от 27.11.2018 № 333,</w:t>
            </w:r>
          </w:p>
          <w:p w:rsidR="00BC1A05" w:rsidRDefault="00BC1A05" w:rsidP="007D2A3E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19.12.2018 № 370, от 25.12.2018 № 416, от 05.02.2019 № 23,</w:t>
            </w:r>
          </w:p>
          <w:p w:rsidR="00BC1A05" w:rsidRDefault="00BC1A05" w:rsidP="007D2A3E">
            <w:pPr>
              <w:tabs>
                <w:tab w:val="left" w:pos="4600"/>
              </w:tabs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26.02.2019 № 43, от 04.06.2019 № 150, от 26.06.2019 № 187,</w:t>
            </w:r>
          </w:p>
          <w:p w:rsidR="00BC1A05" w:rsidRDefault="00BC1A05" w:rsidP="007D2A3E">
            <w:pPr>
              <w:tabs>
                <w:tab w:val="left" w:pos="4600"/>
              </w:tabs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06.08.2019 № 236, от 09.09.2019 № 287, от 29.10.2019 № 335,</w:t>
            </w:r>
          </w:p>
          <w:p w:rsidR="000D5EED" w:rsidRPr="007D2A3E" w:rsidRDefault="00BC1A05" w:rsidP="007D2A3E">
            <w:pPr>
              <w:tabs>
                <w:tab w:val="left" w:pos="4600"/>
              </w:tabs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от 18.11.2019 № 353, от 26.11.2019 № 374)</w:t>
            </w:r>
          </w:p>
        </w:tc>
      </w:tr>
      <w:tr w:rsidR="000D5EED" w:rsidRPr="007D2A3E" w:rsidTr="00664D0F">
        <w:trPr>
          <w:jc w:val="right"/>
        </w:trPr>
        <w:tc>
          <w:tcPr>
            <w:tcW w:w="5000" w:type="pct"/>
            <w:gridSpan w:val="2"/>
          </w:tcPr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Правительство Рязанской области ПОСТАНОВЛЯЕТ: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Внести в приложение к постановлению Правительства Рязанской области от 29.10.2014 № 311 «Об утверждении государственной программы Рязанской области «Развитие здравоохранения» следующие изменения: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1) в паспорте государственной программы: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строке «Объемы финансирования Программы»: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абзаце первом цифры «72826296,91417», «3857745,63782», «68968551,27635» заменить соответственно цифрами «75577283,24435», «5509682,23782», «70067601,00653»; 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шестом цифры «8772902,30098», «836117,5» заменить соответственно цифрами «8777666,60098», «840881,8»;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абзаце седьмом цифры «7937472,02158», «765889,9», «7171582,12158» заменить соответственно цифрами «9035753,07672», 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«1181296,5», «7854456,57672»;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восьмом цифры «7774751,12058», «414494,0», «7360257,12058» заменить соответственно цифрами «8122051,89796», «772251,9», «7349799,99796»;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абзац девятый изложить в следующей редакции: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«2022 год 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8436230,9417 тыс. руб. (874007,8 тыс. руб. - федеральный бюджет, 7562223,1417 тыс. руб. - областной бюджет)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2) в разделе 4 «Ресурсное обеспечение Программы»: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абзаце втором цифры «72826296,91417», «3857745,63782», «68968551,27635» заменить соответственно цифрами «75577283,24435», «5509682,23782», «70067601,00653»; 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седьмом цифры «8772902,30098», «836117,5» заменить соответственно цифрами «8777666,60098», «840881,8»;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восьмом цифры «7937472,02158», «765889,9», «7171582,12158» заменить соответственно цифрами «9035753,07672», «1181296,5», «7854456,57672»;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девятом цифры «7774751,12058», «414494,0», «7360257,12058» заменить соответственно цифрами «8122051,89796», «772251,9», «7349799,99796»;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абзац десятый изложить в следующей редакции: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«2022 год 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8436230,9417 тыс. руб. (874007,8 тыс. руб. - федеральный бюджет, 7562223,1417 тыс. руб. - областной бюджет)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0A0435" w:rsidRPr="007D2A3E" w:rsidRDefault="00FA11BC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3)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0A0435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раздел</w:t>
            </w:r>
            <w:r w:rsidR="000A0435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«Ожидаемые конечные результаты реализации Программы и показатели социально-экономической эффективности»</w:t>
            </w:r>
            <w:r w:rsidR="000A0435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FA11BC" w:rsidRPr="007D2A3E" w:rsidRDefault="00FA11BC" w:rsidP="007D2A3E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дополнить</w:t>
            </w:r>
            <w:r w:rsidR="00C13DC5" w:rsidRPr="007D2A3E">
              <w:rPr>
                <w:rFonts w:ascii="Times New Roman" w:hAnsi="Times New Roman"/>
                <w:sz w:val="28"/>
                <w:szCs w:val="28"/>
              </w:rPr>
              <w:t xml:space="preserve"> новыми</w:t>
            </w:r>
            <w:r w:rsidRPr="007D2A3E">
              <w:rPr>
                <w:rFonts w:ascii="Times New Roman" w:hAnsi="Times New Roman"/>
                <w:sz w:val="28"/>
                <w:szCs w:val="28"/>
              </w:rPr>
              <w:t xml:space="preserve"> абзац</w:t>
            </w:r>
            <w:r w:rsidR="00016C24" w:rsidRPr="007D2A3E"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7D2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3DC5" w:rsidRPr="007D2A3E">
              <w:rPr>
                <w:rFonts w:ascii="Times New Roman" w:hAnsi="Times New Roman"/>
                <w:sz w:val="28"/>
                <w:szCs w:val="28"/>
              </w:rPr>
              <w:t>пятидесятым, пятьдесят</w:t>
            </w:r>
            <w:r w:rsidRPr="007D2A3E">
              <w:rPr>
                <w:rFonts w:ascii="Times New Roman" w:hAnsi="Times New Roman"/>
                <w:sz w:val="28"/>
                <w:szCs w:val="28"/>
              </w:rPr>
              <w:t xml:space="preserve"> первым</w:t>
            </w:r>
            <w:r w:rsidR="00C13DC5" w:rsidRPr="007D2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2A3E">
              <w:rPr>
                <w:rFonts w:ascii="Times New Roman" w:hAnsi="Times New Roman"/>
                <w:sz w:val="28"/>
                <w:szCs w:val="28"/>
              </w:rPr>
              <w:t>следующего содержания:</w:t>
            </w:r>
          </w:p>
          <w:p w:rsidR="00016C24" w:rsidRPr="007D2A3E" w:rsidRDefault="00FA11BC" w:rsidP="007D2A3E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«</w:t>
            </w:r>
            <w:r w:rsidR="00016C24" w:rsidRPr="007D2A3E">
              <w:rPr>
                <w:rFonts w:ascii="Times New Roman" w:hAnsi="Times New Roman"/>
                <w:sz w:val="28"/>
                <w:szCs w:val="28"/>
              </w:rPr>
              <w:t>увеличение доли лиц, которые  перенесли острое нарушение мозгового кровообращения, инфаркт миокарда</w:t>
            </w:r>
            <w:r w:rsidR="00C13DC5" w:rsidRPr="007D2A3E">
              <w:rPr>
                <w:rFonts w:ascii="Times New Roman" w:hAnsi="Times New Roman"/>
                <w:sz w:val="28"/>
                <w:szCs w:val="28"/>
              </w:rPr>
              <w:t>,</w:t>
            </w:r>
            <w:r w:rsidR="00016C24" w:rsidRPr="007D2A3E">
              <w:rPr>
                <w:rFonts w:ascii="Times New Roman" w:hAnsi="Times New Roman"/>
                <w:sz w:val="28"/>
                <w:szCs w:val="28"/>
              </w:rPr>
              <w:t xml:space="preserve"> а также которым были выполнены аортокоронарное шунтирование, </w:t>
            </w:r>
            <w:proofErr w:type="spellStart"/>
            <w:r w:rsidR="00016C24" w:rsidRPr="007D2A3E">
              <w:rPr>
                <w:rFonts w:ascii="Times New Roman" w:hAnsi="Times New Roman"/>
                <w:sz w:val="28"/>
                <w:szCs w:val="28"/>
              </w:rPr>
              <w:t>ангиопластика</w:t>
            </w:r>
            <w:proofErr w:type="spellEnd"/>
            <w:r w:rsidR="00016C24" w:rsidRPr="007D2A3E">
              <w:rPr>
                <w:rFonts w:ascii="Times New Roman" w:hAnsi="Times New Roman"/>
                <w:sz w:val="28"/>
                <w:szCs w:val="28"/>
              </w:rPr>
              <w:t xml:space="preserve"> коронарных артерий со </w:t>
            </w:r>
            <w:proofErr w:type="spellStart"/>
            <w:r w:rsidR="00016C24" w:rsidRPr="007D2A3E">
              <w:rPr>
                <w:rFonts w:ascii="Times New Roman" w:hAnsi="Times New Roman"/>
                <w:sz w:val="28"/>
                <w:szCs w:val="28"/>
              </w:rPr>
              <w:t>стентированием</w:t>
            </w:r>
            <w:proofErr w:type="spellEnd"/>
            <w:r w:rsidR="00016C24" w:rsidRPr="007D2A3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="00016C24" w:rsidRPr="007D2A3E">
              <w:rPr>
                <w:rFonts w:ascii="Times New Roman" w:hAnsi="Times New Roman"/>
                <w:sz w:val="28"/>
                <w:szCs w:val="28"/>
              </w:rPr>
              <w:t>катетерная</w:t>
            </w:r>
            <w:proofErr w:type="spellEnd"/>
            <w:r w:rsidR="00016C24" w:rsidRPr="007D2A3E">
              <w:rPr>
                <w:rFonts w:ascii="Times New Roman" w:hAnsi="Times New Roman"/>
                <w:sz w:val="28"/>
                <w:szCs w:val="28"/>
              </w:rPr>
              <w:t xml:space="preserve"> абляция по поводу сердечно-сосудистых заболеваний, за исключением лиц, имеющих право на получение социальной услуги в виде обеспечения лекарственными препаратами для медицинского применения в соответствии с Федеральным законом «О государственной социальной помощи», находящихся под диспансерным наблюдением,</w:t>
            </w:r>
            <w:r w:rsidR="007D2A3E">
              <w:rPr>
                <w:rFonts w:ascii="Times New Roman" w:hAnsi="Times New Roman"/>
                <w:sz w:val="28"/>
                <w:szCs w:val="28"/>
              </w:rPr>
              <w:t xml:space="preserve"> в общем числе таких лиц до 80</w:t>
            </w:r>
            <w:r w:rsidR="00016C24" w:rsidRPr="007D2A3E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FA11BC" w:rsidRPr="007D2A3E" w:rsidRDefault="00016C24" w:rsidP="007D2A3E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увеличение доли лиц,  обеспеченных лекарственными препаратами в амбулаторных условиях, в общем числе лиц, которые  перенесли острое нарушение мозгового кровообращения, инфаркт миокарда</w:t>
            </w:r>
            <w:r w:rsidR="00C13DC5" w:rsidRPr="007D2A3E">
              <w:rPr>
                <w:rFonts w:ascii="Times New Roman" w:hAnsi="Times New Roman"/>
                <w:sz w:val="28"/>
                <w:szCs w:val="28"/>
              </w:rPr>
              <w:t>,</w:t>
            </w:r>
            <w:r w:rsidRPr="007D2A3E">
              <w:rPr>
                <w:rFonts w:ascii="Times New Roman" w:hAnsi="Times New Roman"/>
                <w:sz w:val="28"/>
                <w:szCs w:val="28"/>
              </w:rPr>
              <w:t xml:space="preserve"> а также которым были выполнены аортокоронарное шунтирование, </w:t>
            </w:r>
            <w:proofErr w:type="spellStart"/>
            <w:r w:rsidRPr="007D2A3E">
              <w:rPr>
                <w:rFonts w:ascii="Times New Roman" w:hAnsi="Times New Roman"/>
                <w:sz w:val="28"/>
                <w:szCs w:val="28"/>
              </w:rPr>
              <w:t>ангиопластика</w:t>
            </w:r>
            <w:proofErr w:type="spellEnd"/>
            <w:r w:rsidRPr="007D2A3E">
              <w:rPr>
                <w:rFonts w:ascii="Times New Roman" w:hAnsi="Times New Roman"/>
                <w:sz w:val="28"/>
                <w:szCs w:val="28"/>
              </w:rPr>
              <w:t xml:space="preserve"> коронарных артерий со </w:t>
            </w:r>
            <w:proofErr w:type="spellStart"/>
            <w:r w:rsidRPr="007D2A3E">
              <w:rPr>
                <w:rFonts w:ascii="Times New Roman" w:hAnsi="Times New Roman"/>
                <w:sz w:val="28"/>
                <w:szCs w:val="28"/>
              </w:rPr>
              <w:t>стентированием</w:t>
            </w:r>
            <w:proofErr w:type="spellEnd"/>
            <w:r w:rsidRPr="007D2A3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7D2A3E">
              <w:rPr>
                <w:rFonts w:ascii="Times New Roman" w:hAnsi="Times New Roman"/>
                <w:sz w:val="28"/>
                <w:szCs w:val="28"/>
              </w:rPr>
              <w:t>катетерная</w:t>
            </w:r>
            <w:proofErr w:type="spellEnd"/>
            <w:r w:rsidRPr="007D2A3E">
              <w:rPr>
                <w:rFonts w:ascii="Times New Roman" w:hAnsi="Times New Roman"/>
                <w:sz w:val="28"/>
                <w:szCs w:val="28"/>
              </w:rPr>
              <w:t xml:space="preserve"> абляция по поводу сердечно-сосудистых заболеваний, за исключением лиц, имеющих право на получение социальной услуги в виде обеспечения лекарственными препаратами для медицинского применения в соответствии с Федеральным законом «О государственной социальной помощи», находящихся под диспансерным наблюдением, до 70%;</w:t>
            </w:r>
            <w:r w:rsidR="00FA11BC" w:rsidRPr="007D2A3E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0A0435" w:rsidRPr="007D2A3E" w:rsidRDefault="000A043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абзаце пятьдесят седьмом слова «в 2018 году» исключить;</w:t>
            </w:r>
          </w:p>
          <w:p w:rsidR="00BC1A05" w:rsidRPr="007D2A3E" w:rsidRDefault="00FA11BC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>4</w:t>
            </w:r>
            <w:r w:rsidR="00BC1A05" w:rsidRPr="007D2A3E">
              <w:rPr>
                <w:color w:val="000000"/>
              </w:rPr>
              <w:t>) в приложении № 1 к государственной программе:</w:t>
            </w:r>
          </w:p>
          <w:p w:rsidR="00BC1A05" w:rsidRPr="007D2A3E" w:rsidRDefault="00BC1A05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>- в разделе 3 «Ресурсное обеспечение подпрограммы»:</w:t>
            </w:r>
          </w:p>
          <w:p w:rsidR="00BC1A05" w:rsidRPr="007D2A3E" w:rsidRDefault="00BC1A05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>в абзаце втором цифры «4407529,93074», «362565,046», «4044964,88474» заменить соответственно цифрами «4736174,90559», «396491,046», «4339683,85959»;</w:t>
            </w:r>
          </w:p>
          <w:p w:rsidR="00BC1A05" w:rsidRPr="007D2A3E" w:rsidRDefault="00BC1A05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>в абзаце восьмом цифры «493293,24645», «79276,9», «414016,34645» заменить соответственно цифрами «64</w:t>
            </w:r>
            <w:r w:rsidR="00A965F6" w:rsidRPr="007D2A3E">
              <w:rPr>
                <w:color w:val="000000"/>
              </w:rPr>
              <w:t>7</w:t>
            </w:r>
            <w:r w:rsidRPr="007D2A3E">
              <w:rPr>
                <w:color w:val="000000"/>
              </w:rPr>
              <w:t>933,32888», «91202,3», «556731,02888»;</w:t>
            </w:r>
          </w:p>
          <w:p w:rsidR="00BC1A05" w:rsidRPr="007D2A3E" w:rsidRDefault="00BC1A05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>в абзаце девятом цифры «416217,09483», «10800,6», «405416,49483» заменить соответственно цифрами «505677,66733», «16173,5», «489504,16733»;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абзац десятый изложить в следующей редакции:</w:t>
            </w:r>
          </w:p>
          <w:p w:rsidR="00BC1A05" w:rsidRPr="007D2A3E" w:rsidRDefault="00BC1A05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 xml:space="preserve">«2022 год </w:t>
            </w:r>
            <w:r w:rsidR="007D2A3E">
              <w:rPr>
                <w:color w:val="000000"/>
              </w:rPr>
              <w:t>-</w:t>
            </w:r>
            <w:r w:rsidRPr="007D2A3E">
              <w:rPr>
                <w:color w:val="000000"/>
              </w:rPr>
              <w:t xml:space="preserve"> 508254,19633 тыс. руб. (16627,7 тыс. руб. - федеральный бюджет, 491626,49633 тыс. руб. - областной бюджет)</w:t>
            </w:r>
            <w:r w:rsidR="007D2A3E">
              <w:rPr>
                <w:color w:val="000000"/>
              </w:rPr>
              <w:t>;</w:t>
            </w:r>
            <w:r w:rsidRPr="007D2A3E">
              <w:rPr>
                <w:color w:val="000000"/>
              </w:rPr>
              <w:t>»;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раздел 5 «Система программных мероприятий» изложить в новой редакции согласно приложению № 1 к настоящему постановлению;</w:t>
            </w:r>
          </w:p>
          <w:p w:rsidR="00BC1A05" w:rsidRPr="007D2A3E" w:rsidRDefault="00FA11BC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>5</w:t>
            </w:r>
            <w:r w:rsidR="00BC1A05" w:rsidRPr="007D2A3E">
              <w:rPr>
                <w:color w:val="000000"/>
              </w:rPr>
              <w:t>) в приложении № 2 к государственной программе:</w:t>
            </w:r>
          </w:p>
          <w:p w:rsidR="00BC1A05" w:rsidRPr="007D2A3E" w:rsidRDefault="00BC1A05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>- в разделе 3 «Ресурсное обеспечение подпрограммы»:</w:t>
            </w:r>
          </w:p>
          <w:p w:rsidR="00BC1A05" w:rsidRPr="007D2A3E" w:rsidRDefault="00BC1A05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>в абзаце втором цифры «11993379,92643», «1572095,695», «10421284,23143» заменить соответственно цифрами «13419188,2864», «2100789,395», «11318398,8914»;</w:t>
            </w:r>
          </w:p>
          <w:p w:rsidR="00BC1A05" w:rsidRPr="007D2A3E" w:rsidRDefault="00BC1A05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>в абзаце восьмом цифры «1561815,24619», «567813,4», «994001,84619» заменить соответственно цифрами «2146227,94455», «646758,6», «1499469,34455»;</w:t>
            </w:r>
          </w:p>
          <w:p w:rsidR="00BC1A05" w:rsidRPr="007D2A3E" w:rsidRDefault="00BC1A05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>в абзаце девятом цифры «1284616,88713», «284844,2», «999772,68713» заменить соответственно цифрами «1541757,54084», «317809,3», «1223948,24084»;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абзац десятый изложить в следующей редакции:</w:t>
            </w:r>
          </w:p>
          <w:p w:rsidR="00BC1A05" w:rsidRPr="007D2A3E" w:rsidRDefault="00BC1A05" w:rsidP="007D2A3E">
            <w:pPr>
              <w:pStyle w:val="ConsPlusNormal"/>
              <w:ind w:firstLine="709"/>
              <w:jc w:val="both"/>
              <w:rPr>
                <w:color w:val="000000"/>
              </w:rPr>
            </w:pPr>
            <w:r w:rsidRPr="007D2A3E">
              <w:rPr>
                <w:color w:val="000000"/>
              </w:rPr>
              <w:t xml:space="preserve">«2022 год </w:t>
            </w:r>
            <w:r w:rsidR="007D2A3E">
              <w:rPr>
                <w:color w:val="000000"/>
              </w:rPr>
              <w:t>-</w:t>
            </w:r>
            <w:r w:rsidRPr="007D2A3E">
              <w:rPr>
                <w:color w:val="000000"/>
              </w:rPr>
              <w:t xml:space="preserve"> 1656662,81716 тыс. руб. (416783,4 тыс. руб. - федеральный бюджет, 1239879,41716 тыс. руб. - областной бюджет)</w:t>
            </w:r>
            <w:r w:rsidR="007D2A3E">
              <w:rPr>
                <w:color w:val="000000"/>
              </w:rPr>
              <w:t>;</w:t>
            </w:r>
            <w:r w:rsidRPr="007D2A3E">
              <w:rPr>
                <w:color w:val="000000"/>
              </w:rPr>
              <w:t>»;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раздел 5 «Система программных мероприятий» изложить в новой редакции согласно приложению № 2 к настоящему постановлению;</w:t>
            </w:r>
          </w:p>
          <w:p w:rsidR="00BC1A05" w:rsidRPr="007D2A3E" w:rsidRDefault="00FA11BC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BC1A05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) в приложении № 3 к государственной программе:</w:t>
            </w:r>
          </w:p>
          <w:p w:rsidR="00406C3E" w:rsidRPr="007D2A3E" w:rsidRDefault="00406C3E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в разделе 1 «Цель и задача реализации подпрограммы»:</w:t>
            </w:r>
          </w:p>
          <w:p w:rsidR="00406C3E" w:rsidRPr="007D2A3E" w:rsidRDefault="00406C3E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наименовании слово «задача» заменить словом «задачи»;</w:t>
            </w:r>
          </w:p>
          <w:p w:rsidR="00406C3E" w:rsidRPr="007D2A3E" w:rsidRDefault="00406C3E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абзац второй </w:t>
            </w:r>
            <w:r w:rsidR="00DC1DB2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заменить текстом следующего содержания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406C3E" w:rsidRPr="007D2A3E" w:rsidRDefault="00406C3E" w:rsidP="007D2A3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«Задачи подпрограммы:</w:t>
            </w:r>
          </w:p>
          <w:p w:rsidR="00406C3E" w:rsidRPr="007D2A3E" w:rsidRDefault="00406C3E" w:rsidP="007D2A3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- повышение обеспеченности населения лекарственными препаратами и медицинскими изделиями;</w:t>
            </w:r>
          </w:p>
          <w:p w:rsidR="00406C3E" w:rsidRPr="007D2A3E" w:rsidRDefault="00406C3E" w:rsidP="007D2A3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sz w:val="28"/>
                <w:szCs w:val="28"/>
              </w:rPr>
              <w:t>- реализация регионального проекта «Борьба с сердечно-сосудистыми заболеваниями (Рязанская область)», направленного на достижение результатов реализации федерального проекта «Борьба с сердечно-сосудистыми заболеваниями»</w:t>
            </w:r>
            <w:r w:rsidR="008966FB">
              <w:rPr>
                <w:rFonts w:ascii="Times New Roman" w:hAnsi="Times New Roman"/>
                <w:sz w:val="28"/>
                <w:szCs w:val="28"/>
              </w:rPr>
              <w:t>.»</w:t>
            </w:r>
            <w:r w:rsidRPr="007D2A3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C1A05" w:rsidRPr="007D2A3E" w:rsidRDefault="00BC1A05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BC1A05" w:rsidRPr="007D2A3E" w:rsidRDefault="00BC1A05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абзаце втором цифры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6427104,72809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1666666,99682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4760437,73127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 заменить соответственно цифрами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7305853,18632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2661735,39682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4644117,7895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BC1A05" w:rsidRPr="007D2A3E" w:rsidRDefault="00BC1A05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седьмом цифры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1074810,12508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271403,5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803406,62508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 заменить соответственно цифрами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1079574,42508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276167,8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803406,62508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BC1A05" w:rsidRPr="007D2A3E" w:rsidRDefault="00BC1A05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восьмом цифры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584651,415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64808,7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519842,715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 заменить соответственно цифрами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1010834,81132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374797,4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636037,41132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BC1A05" w:rsidRPr="007D2A3E" w:rsidRDefault="00BC1A05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девятом цифры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584723,163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64808,7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519</w:t>
            </w:r>
            <w:r w:rsidR="00476869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344643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14,463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 заменить соответственно цифрами «</w:t>
            </w:r>
            <w:r w:rsidR="00634FF0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720498,05779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634FF0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372484,5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», «</w:t>
            </w:r>
            <w:r w:rsidR="00634FF0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348013,55779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BC1A05" w:rsidRPr="007D2A3E" w:rsidRDefault="00BC1A05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абзац десятый изложить в следующей редакции:</w:t>
            </w:r>
          </w:p>
          <w:p w:rsidR="00BC1A05" w:rsidRPr="007D2A3E" w:rsidRDefault="00BC1A05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«2022 год 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17F14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722182,63878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 (</w:t>
            </w:r>
            <w:r w:rsidR="00117F14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372639,6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 - федеральный бюджет, </w:t>
            </w:r>
            <w:r w:rsidR="00117F14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349543,03878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 - областной бюджет)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FA11BC" w:rsidRPr="007D2A3E" w:rsidRDefault="00FA11BC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абзаце восьмом раздела 4 «Механизм реализации подпрограммы» цифры «1.1-1.7, 1.10, </w:t>
            </w:r>
            <w:hyperlink w:anchor="sub_1011792" w:history="1">
              <w:r w:rsidRPr="007D2A3E">
                <w:rPr>
                  <w:rFonts w:ascii="Times New Roman" w:hAnsi="Times New Roman"/>
                  <w:color w:val="000000"/>
                  <w:sz w:val="28"/>
                  <w:szCs w:val="28"/>
                </w:rPr>
                <w:t>1.12</w:t>
              </w:r>
            </w:hyperlink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» заменить цифрами «1.1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-1.7, 1.10, 1.11, </w:t>
            </w:r>
            <w:hyperlink w:anchor="sub_1011792" w:history="1">
              <w:r w:rsidRPr="007D2A3E">
                <w:rPr>
                  <w:rFonts w:ascii="Times New Roman" w:hAnsi="Times New Roman"/>
                  <w:color w:val="000000"/>
                  <w:sz w:val="28"/>
                  <w:szCs w:val="28"/>
                </w:rPr>
                <w:t>1.12</w:t>
              </w:r>
            </w:hyperlink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, 2.1»;</w:t>
            </w:r>
          </w:p>
          <w:p w:rsidR="00BC1A05" w:rsidRPr="007D2A3E" w:rsidRDefault="00BC1A05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раздел 5 «Система программных мероприятий» изложить в новой редакции согласно приложению № </w:t>
            </w:r>
            <w:r w:rsidR="00100558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 настоящему постановлению;</w:t>
            </w:r>
          </w:p>
          <w:p w:rsidR="00567ACC" w:rsidRPr="007D2A3E" w:rsidRDefault="00FA11BC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567ACC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) в приложении № 4 к государственной программе:</w:t>
            </w:r>
          </w:p>
          <w:p w:rsidR="00567ACC" w:rsidRPr="007D2A3E" w:rsidRDefault="00567ACC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567ACC" w:rsidRPr="007D2A3E" w:rsidRDefault="00567ACC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втором цифры «118267,96684» заменить цифрами «125563,75334»;</w:t>
            </w:r>
          </w:p>
          <w:p w:rsidR="00567ACC" w:rsidRPr="007D2A3E" w:rsidRDefault="00567ACC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восьмом цифры «13166,258» заменить цифрами «14213,2565»;</w:t>
            </w:r>
          </w:p>
          <w:p w:rsidR="00567ACC" w:rsidRPr="007D2A3E" w:rsidRDefault="00567ACC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девятом цифры «13213,557» заменить цифрами «13649,321»;</w:t>
            </w:r>
          </w:p>
          <w:p w:rsidR="00567ACC" w:rsidRPr="007D2A3E" w:rsidRDefault="00567ACC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десятом цифры «7887,051» заменить цифрами «13700,075»;</w:t>
            </w:r>
          </w:p>
          <w:p w:rsidR="00567ACC" w:rsidRPr="007D2A3E" w:rsidRDefault="00567ACC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раздел 5 «Система программных мероприятий» изложить в новой редакции согласно приложению № </w:t>
            </w:r>
            <w:r w:rsidR="00CF0E60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 настоящему постановлению;</w:t>
            </w:r>
          </w:p>
          <w:p w:rsidR="00CF0E60" w:rsidRPr="007D2A3E" w:rsidRDefault="00FA11BC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CF0E60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) в приложении № 5 к государственной программе:</w:t>
            </w:r>
          </w:p>
          <w:p w:rsidR="00CF0E60" w:rsidRPr="007D2A3E" w:rsidRDefault="00CF0E60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CF0E60" w:rsidRPr="007D2A3E" w:rsidRDefault="00CF0E60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втором цифры «2019927,06658» заменить цифрами «2003805,583»;</w:t>
            </w:r>
          </w:p>
          <w:p w:rsidR="00CF0E60" w:rsidRPr="007D2A3E" w:rsidRDefault="00CF0E60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восьмом цифры «208931,2» заменить цифрами «217584,28342»;</w:t>
            </w:r>
          </w:p>
          <w:p w:rsidR="00CF0E60" w:rsidRPr="007D2A3E" w:rsidRDefault="00CF0E60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девятом цифры «211024,601» заменить цифрами «204508,651»;</w:t>
            </w:r>
          </w:p>
          <w:p w:rsidR="00CF0E60" w:rsidRPr="007D2A3E" w:rsidRDefault="00CF0E60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десятом цифры «223944,075» заменить цифрами «</w:t>
            </w:r>
            <w:r w:rsidR="001059C9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205685,458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CF0E60" w:rsidRPr="007D2A3E" w:rsidRDefault="00CF0E60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раздел 5 «Система программных мероприятий» изложить в новой редакции согласно приложению № 5 к настоящему постановлению;</w:t>
            </w:r>
          </w:p>
          <w:p w:rsidR="00CF0E60" w:rsidRPr="007D2A3E" w:rsidRDefault="00FA11BC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CF0E60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) в приложении № 6 к государственной программе:</w:t>
            </w:r>
          </w:p>
          <w:p w:rsidR="00CF0E60" w:rsidRPr="007D2A3E" w:rsidRDefault="00CF0E60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CF0E60" w:rsidRPr="007D2A3E" w:rsidRDefault="00CF0E60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втором цифры «802327,91587», «183119,4», «619208,51587» заменить соответственно цифрами «938848,14652», «227661,4», «711186,74652»;</w:t>
            </w:r>
          </w:p>
          <w:p w:rsidR="00CF0E60" w:rsidRPr="007D2A3E" w:rsidRDefault="00CF0E60" w:rsidP="007D2A3E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восьмом цифры «118321,47583», «45346,7», «72974,77583» заменить соответственно цифрами «153077,45028», «44600,6», «108476,85028»;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абзаце девятом цифры «118990,66783», «45346,7», «73643,96783» заменить соответственно цифрами «141846,837», «44600,6», «97246,23712»;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абзац десятый изложить в следующей редакции: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«2022 год 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142580,88791 тыс. руб. (46034,2 тыс. руб. - федеральный бюджет, 96546,68791 тыс. руб. - областной бюджет)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 раздел 5 «Система программных мероприятий» изложить в новой редакции согласно приложению № 6 к настоящему постановлению;</w:t>
            </w:r>
          </w:p>
          <w:p w:rsidR="00CF0E60" w:rsidRPr="007D2A3E" w:rsidRDefault="00FA11BC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CF0E60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) в приложении № 7 к государственной программе: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втором цифры «2022131,94925», «33600,0», «1988531,94925» заменить соответственно цифрами «2026045,1899», «81992,5», «1944052,6899»;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восьмом цифры «234364,39028», «7500,0», «226864,39028» заменить соответственно цифрами «242234,36332», «22737,5», «219496,86332»;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девятом цифры «241089,4859», «7500,0», «233589,4859» заменить соответственно цифрами «220594,34976», «19975,0», «200619,34976»;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абзац десятый изложить в следующей редакции: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«2022 год 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228142,36341 тыс. руб. (20680,0 тыс. руб. - федеральный бюджет, 207462,36341 тыс. руб. - областной бюджет)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EF78A2" w:rsidRPr="007D2A3E" w:rsidRDefault="00EF78A2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абзаце 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четыр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надцатом раздела 4 «Механизм реализации подпрограммы» цифры «1.7» заменить цифрами «1.7, 1.8»;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  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раздел 5 «Система программных мероприятий» изложить в новой редакции согласно приложению № 7 к настоящему постановлению;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FA11BC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) в приложении № 8 к государственной программе: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втором цифры «351215,67939», «317215,67939» заменить соответственно цифрами «354766,64947», «320766,64947»;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седьмом цифры «36799,367» заменить цифрами «40699,07382»;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восьмом цифры «37132,036» заменить цифрами «36440,658»;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девятом цифры «36417,42274» заменить цифрами «36760,064»;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раздел 5 «Система программных мероприятий» изложить в новой редакции согласно приложению № 8 к настоящему постановлению;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F78A2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) в приложении № 9 к государственной программе: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втором цифры «822994,936» заменить цифрами «828449,24734»;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восьмом цифры «87029,212» заменить цифрами «90674,85134»;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девятом цифры «87826,699» заменить цифрами «88597,366»;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десятом цифры «88349,334» заменить цифрами «89387,339»;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раздел 5 «Система программных мероприятий» изложить в новой редакции согласно приложению № 9 к настоящему постановлению;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  <w:r w:rsidR="00EF78A2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) в приложении № 10 к государственной программе: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в разделе 3 «Ресурсное обеспечение подпрограммы»: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втором цифры «43861416,81498», «5698,5», «43855718,31498» заменить соответственно цифрами «43838588,29647», «7012,5», «43831575,79647»;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восьмом цифры «4599100,21083», «1144,2», «4597956,01083» заменить соответственно цифрами «4472273,71329», «1200,1», «4471073,61329»;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в абзаце девятом цифры «4779916,92889», «1193,8», «4778723,12889» заменить соответственно цифрами «4648481,44912», «1209,0», «4647272,44912»;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абзац десятый изложить в следующей редакции: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«2022 год 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4832875,10211 тыс. руб. (1242,9 тыс. руб. - федеральный бюджет, 4831632,20211 тыс. руб. - областной бюджет)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»;</w:t>
            </w:r>
          </w:p>
          <w:p w:rsidR="00CF0E60" w:rsidRPr="007D2A3E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- раздел 5 «Система программных мероприятий» изложить в новой редакции согласно приложению № 10 к настоящему постановлению;</w:t>
            </w:r>
          </w:p>
          <w:p w:rsidR="00D01A4C" w:rsidRDefault="00CF0E60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F78A2"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7D2A3E">
              <w:rPr>
                <w:rFonts w:ascii="Times New Roman" w:hAnsi="Times New Roman"/>
                <w:color w:val="000000"/>
                <w:sz w:val="28"/>
                <w:szCs w:val="28"/>
              </w:rPr>
              <w:t>) 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приложение № 11 к государственной программе </w:t>
            </w:r>
            <w:r w:rsidRPr="007D2A3E">
              <w:rPr>
                <w:rFonts w:ascii="Times New Roman" w:hAnsi="Times New Roman"/>
                <w:sz w:val="28"/>
                <w:szCs w:val="28"/>
              </w:rPr>
              <w:t xml:space="preserve">согласно приложению № </w:t>
            </w:r>
            <w:r w:rsidR="00EF78A2" w:rsidRPr="007D2A3E">
              <w:rPr>
                <w:rFonts w:ascii="Times New Roman" w:hAnsi="Times New Roman"/>
                <w:sz w:val="28"/>
                <w:szCs w:val="28"/>
              </w:rPr>
              <w:t>11</w:t>
            </w:r>
            <w:r w:rsidRPr="007D2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2A3E">
              <w:rPr>
                <w:rFonts w:ascii="Times New Roman" w:hAnsi="Times New Roman"/>
                <w:color w:val="000000"/>
                <w:sz w:val="28"/>
                <w:szCs w:val="28"/>
              </w:rPr>
              <w:t>к настоящему постановлению.</w:t>
            </w:r>
          </w:p>
          <w:p w:rsidR="00664D0F" w:rsidRDefault="00664D0F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64D0F" w:rsidRDefault="00664D0F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64D0F" w:rsidRPr="007D2A3E" w:rsidRDefault="00664D0F" w:rsidP="007D2A3E">
            <w:pPr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64D0F" w:rsidRPr="00664D0F" w:rsidTr="00664D0F">
        <w:tblPrEx>
          <w:jc w:val="left"/>
          <w:tblLook w:val="04A0" w:firstRow="1" w:lastRow="0" w:firstColumn="1" w:lastColumn="0" w:noHBand="0" w:noVBand="1"/>
        </w:tblPrEx>
        <w:tc>
          <w:tcPr>
            <w:tcW w:w="2574" w:type="pct"/>
            <w:shd w:val="clear" w:color="auto" w:fill="auto"/>
          </w:tcPr>
          <w:p w:rsidR="00664D0F" w:rsidRPr="00664D0F" w:rsidRDefault="00664D0F" w:rsidP="00664D0F">
            <w:pPr>
              <w:rPr>
                <w:rFonts w:ascii="Times New Roman" w:hAnsi="Times New Roman"/>
                <w:sz w:val="28"/>
                <w:szCs w:val="28"/>
              </w:rPr>
            </w:pPr>
            <w:r w:rsidRPr="00664D0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Вице-губернатор Рязанской области – </w:t>
            </w:r>
          </w:p>
          <w:p w:rsidR="00664D0F" w:rsidRPr="00664D0F" w:rsidRDefault="00664D0F" w:rsidP="00664D0F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64D0F">
              <w:rPr>
                <w:rFonts w:ascii="Times New Roman" w:hAnsi="Times New Roman"/>
                <w:sz w:val="28"/>
                <w:szCs w:val="28"/>
              </w:rPr>
              <w:t xml:space="preserve">первый заместитель Председателя </w:t>
            </w:r>
            <w:r w:rsidRPr="00664D0F">
              <w:rPr>
                <w:rFonts w:ascii="Times New Roman" w:hAnsi="Times New Roman"/>
                <w:sz w:val="28"/>
                <w:szCs w:val="28"/>
              </w:rPr>
              <w:br/>
              <w:t>Правительства Рязанской области</w:t>
            </w:r>
          </w:p>
        </w:tc>
        <w:tc>
          <w:tcPr>
            <w:tcW w:w="2426" w:type="pct"/>
            <w:shd w:val="clear" w:color="auto" w:fill="auto"/>
          </w:tcPr>
          <w:p w:rsidR="00664D0F" w:rsidRPr="00664D0F" w:rsidRDefault="00664D0F" w:rsidP="00664D0F">
            <w:pPr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  <w:p w:rsidR="00664D0F" w:rsidRPr="00664D0F" w:rsidRDefault="00664D0F" w:rsidP="00664D0F">
            <w:pPr>
              <w:jc w:val="right"/>
              <w:rPr>
                <w:rFonts w:ascii="Times New Roman" w:hAnsi="Times New Roman"/>
                <w:sz w:val="28"/>
                <w:szCs w:val="24"/>
              </w:rPr>
            </w:pPr>
          </w:p>
          <w:p w:rsidR="00664D0F" w:rsidRPr="00664D0F" w:rsidRDefault="00664D0F" w:rsidP="00664D0F">
            <w:pPr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64D0F">
              <w:rPr>
                <w:rFonts w:ascii="Times New Roman" w:hAnsi="Times New Roman"/>
                <w:sz w:val="28"/>
                <w:szCs w:val="24"/>
              </w:rPr>
              <w:t>И.М. Греков</w:t>
            </w:r>
          </w:p>
        </w:tc>
      </w:tr>
    </w:tbl>
    <w:p w:rsidR="00460FEA" w:rsidRPr="007D2A3E" w:rsidRDefault="00460FEA" w:rsidP="00791C9F">
      <w:pPr>
        <w:spacing w:line="192" w:lineRule="auto"/>
        <w:jc w:val="both"/>
        <w:rPr>
          <w:rFonts w:ascii="Times New Roman" w:hAnsi="Times New Roman"/>
          <w:sz w:val="28"/>
          <w:szCs w:val="28"/>
        </w:rPr>
      </w:pPr>
    </w:p>
    <w:sectPr w:rsidR="00460FEA" w:rsidRPr="007D2A3E" w:rsidSect="00664D0F">
      <w:headerReference w:type="default" r:id="rId13"/>
      <w:type w:val="continuous"/>
      <w:pgSz w:w="11907" w:h="16834" w:code="9"/>
      <w:pgMar w:top="953" w:right="567" w:bottom="1134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2E8" w:rsidRDefault="009332E8">
      <w:r>
        <w:separator/>
      </w:r>
    </w:p>
  </w:endnote>
  <w:endnote w:type="continuationSeparator" w:id="0">
    <w:p w:rsidR="009332E8" w:rsidRDefault="0093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D6A00">
          <w:pPr>
            <w:pStyle w:val="a6"/>
          </w:pPr>
          <w:r>
            <w:rPr>
              <w:noProof/>
            </w:rPr>
            <w:drawing>
              <wp:inline distT="0" distB="0" distL="0" distR="0" wp14:anchorId="75623338" wp14:editId="5353D9A3">
                <wp:extent cx="662940" cy="281940"/>
                <wp:effectExtent l="0" t="0" r="3810" b="381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D6A00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2D12A70" wp14:editId="3D55FDED">
                <wp:extent cx="175260" cy="144780"/>
                <wp:effectExtent l="0" t="0" r="0" b="762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664D0F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12215  13.12.2019 14:21:02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B413CE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2E8" w:rsidRDefault="009332E8">
      <w:r>
        <w:separator/>
      </w:r>
    </w:p>
  </w:footnote>
  <w:footnote w:type="continuationSeparator" w:id="0">
    <w:p w:rsidR="009332E8" w:rsidRDefault="00933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42339B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1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QTDtq3DQtiF+Whls1XVKonfS1o=" w:salt="pTGKt3iLtG9ktQJasizOB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00"/>
    <w:rsid w:val="0001360F"/>
    <w:rsid w:val="00016C24"/>
    <w:rsid w:val="000331B3"/>
    <w:rsid w:val="00033413"/>
    <w:rsid w:val="00037C0C"/>
    <w:rsid w:val="00054608"/>
    <w:rsid w:val="00056DEB"/>
    <w:rsid w:val="00073A7A"/>
    <w:rsid w:val="00076D5E"/>
    <w:rsid w:val="00084DD3"/>
    <w:rsid w:val="000917C0"/>
    <w:rsid w:val="000A0435"/>
    <w:rsid w:val="000B0736"/>
    <w:rsid w:val="000D5EED"/>
    <w:rsid w:val="00100558"/>
    <w:rsid w:val="001059C9"/>
    <w:rsid w:val="00117F14"/>
    <w:rsid w:val="00122CFD"/>
    <w:rsid w:val="00151370"/>
    <w:rsid w:val="00162E72"/>
    <w:rsid w:val="00175BE5"/>
    <w:rsid w:val="001850F4"/>
    <w:rsid w:val="001947BE"/>
    <w:rsid w:val="001A560F"/>
    <w:rsid w:val="001B0982"/>
    <w:rsid w:val="001B32BA"/>
    <w:rsid w:val="001D52CB"/>
    <w:rsid w:val="001E0317"/>
    <w:rsid w:val="001E20F1"/>
    <w:rsid w:val="001F12E8"/>
    <w:rsid w:val="001F228C"/>
    <w:rsid w:val="001F64B8"/>
    <w:rsid w:val="001F7C83"/>
    <w:rsid w:val="00203046"/>
    <w:rsid w:val="00231F1C"/>
    <w:rsid w:val="00242DDB"/>
    <w:rsid w:val="00243897"/>
    <w:rsid w:val="002479A2"/>
    <w:rsid w:val="0026087E"/>
    <w:rsid w:val="00265420"/>
    <w:rsid w:val="00274E14"/>
    <w:rsid w:val="00280A6D"/>
    <w:rsid w:val="002953B6"/>
    <w:rsid w:val="002B7A59"/>
    <w:rsid w:val="002C6B4B"/>
    <w:rsid w:val="002D6A00"/>
    <w:rsid w:val="002F1E81"/>
    <w:rsid w:val="00310D92"/>
    <w:rsid w:val="003160CB"/>
    <w:rsid w:val="003222A3"/>
    <w:rsid w:val="00344643"/>
    <w:rsid w:val="00360A40"/>
    <w:rsid w:val="0038445B"/>
    <w:rsid w:val="003870C2"/>
    <w:rsid w:val="003A44C6"/>
    <w:rsid w:val="003D3B8A"/>
    <w:rsid w:val="003D54F8"/>
    <w:rsid w:val="003F4F5E"/>
    <w:rsid w:val="00400906"/>
    <w:rsid w:val="00406C3E"/>
    <w:rsid w:val="0042339B"/>
    <w:rsid w:val="0042590E"/>
    <w:rsid w:val="00437F65"/>
    <w:rsid w:val="00460FEA"/>
    <w:rsid w:val="004734B7"/>
    <w:rsid w:val="00476869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67ACC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B5A4B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4FF0"/>
    <w:rsid w:val="006351E3"/>
    <w:rsid w:val="00644236"/>
    <w:rsid w:val="006471E5"/>
    <w:rsid w:val="00664D0F"/>
    <w:rsid w:val="00671D3B"/>
    <w:rsid w:val="00683693"/>
    <w:rsid w:val="00684A5B"/>
    <w:rsid w:val="00687D78"/>
    <w:rsid w:val="006A1F71"/>
    <w:rsid w:val="006A437A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2A3E"/>
    <w:rsid w:val="007D4925"/>
    <w:rsid w:val="007E2493"/>
    <w:rsid w:val="007F0C8A"/>
    <w:rsid w:val="007F11AB"/>
    <w:rsid w:val="00801989"/>
    <w:rsid w:val="008143CB"/>
    <w:rsid w:val="00823CA1"/>
    <w:rsid w:val="00836A7D"/>
    <w:rsid w:val="008513B9"/>
    <w:rsid w:val="008702D3"/>
    <w:rsid w:val="00876034"/>
    <w:rsid w:val="008827E7"/>
    <w:rsid w:val="008966FB"/>
    <w:rsid w:val="00897610"/>
    <w:rsid w:val="008A1696"/>
    <w:rsid w:val="008B7D2A"/>
    <w:rsid w:val="008C58FE"/>
    <w:rsid w:val="008E6112"/>
    <w:rsid w:val="008E6C41"/>
    <w:rsid w:val="008F0816"/>
    <w:rsid w:val="008F6BB7"/>
    <w:rsid w:val="00900F42"/>
    <w:rsid w:val="00932E3C"/>
    <w:rsid w:val="009332E8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5F6"/>
    <w:rsid w:val="00A96F84"/>
    <w:rsid w:val="00AC3953"/>
    <w:rsid w:val="00AC7150"/>
    <w:rsid w:val="00AF5F7C"/>
    <w:rsid w:val="00B02207"/>
    <w:rsid w:val="00B03403"/>
    <w:rsid w:val="00B10324"/>
    <w:rsid w:val="00B376B1"/>
    <w:rsid w:val="00B413CE"/>
    <w:rsid w:val="00B620D9"/>
    <w:rsid w:val="00B633DB"/>
    <w:rsid w:val="00B639ED"/>
    <w:rsid w:val="00B66A8C"/>
    <w:rsid w:val="00B8061C"/>
    <w:rsid w:val="00B83BA2"/>
    <w:rsid w:val="00B853AA"/>
    <w:rsid w:val="00B875BF"/>
    <w:rsid w:val="00B90BFA"/>
    <w:rsid w:val="00B91F62"/>
    <w:rsid w:val="00B92F30"/>
    <w:rsid w:val="00BB2C98"/>
    <w:rsid w:val="00BC1A05"/>
    <w:rsid w:val="00BD0B82"/>
    <w:rsid w:val="00BF4F5F"/>
    <w:rsid w:val="00C04EEB"/>
    <w:rsid w:val="00C10F12"/>
    <w:rsid w:val="00C11826"/>
    <w:rsid w:val="00C129A1"/>
    <w:rsid w:val="00C13DC5"/>
    <w:rsid w:val="00C46D42"/>
    <w:rsid w:val="00C50C32"/>
    <w:rsid w:val="00C60178"/>
    <w:rsid w:val="00C61760"/>
    <w:rsid w:val="00C63CD6"/>
    <w:rsid w:val="00C74718"/>
    <w:rsid w:val="00C87D95"/>
    <w:rsid w:val="00C9077A"/>
    <w:rsid w:val="00C95CD2"/>
    <w:rsid w:val="00CA051B"/>
    <w:rsid w:val="00CB3CBE"/>
    <w:rsid w:val="00CD54CA"/>
    <w:rsid w:val="00CF03D8"/>
    <w:rsid w:val="00CF0E60"/>
    <w:rsid w:val="00D015D5"/>
    <w:rsid w:val="00D01A4C"/>
    <w:rsid w:val="00D03D68"/>
    <w:rsid w:val="00D13643"/>
    <w:rsid w:val="00D266DD"/>
    <w:rsid w:val="00D32B04"/>
    <w:rsid w:val="00D374E7"/>
    <w:rsid w:val="00D462DB"/>
    <w:rsid w:val="00D63949"/>
    <w:rsid w:val="00D652E7"/>
    <w:rsid w:val="00D77BCF"/>
    <w:rsid w:val="00D84394"/>
    <w:rsid w:val="00D95E55"/>
    <w:rsid w:val="00DB3664"/>
    <w:rsid w:val="00DC16FB"/>
    <w:rsid w:val="00DC1DB2"/>
    <w:rsid w:val="00DC4A65"/>
    <w:rsid w:val="00DC4F66"/>
    <w:rsid w:val="00DC6D1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1"/>
    <w:rsid w:val="00E87E25"/>
    <w:rsid w:val="00E94C08"/>
    <w:rsid w:val="00EA04F1"/>
    <w:rsid w:val="00EA2FD3"/>
    <w:rsid w:val="00EB7CE9"/>
    <w:rsid w:val="00EC33FE"/>
    <w:rsid w:val="00EC433F"/>
    <w:rsid w:val="00EC68A4"/>
    <w:rsid w:val="00ED1FDE"/>
    <w:rsid w:val="00EF3D1D"/>
    <w:rsid w:val="00EF78A2"/>
    <w:rsid w:val="00F06EFB"/>
    <w:rsid w:val="00F1529E"/>
    <w:rsid w:val="00F16F07"/>
    <w:rsid w:val="00F45B7C"/>
    <w:rsid w:val="00F45FCE"/>
    <w:rsid w:val="00F635F1"/>
    <w:rsid w:val="00F9334F"/>
    <w:rsid w:val="00F97D7F"/>
    <w:rsid w:val="00FA11BC"/>
    <w:rsid w:val="00FA122C"/>
    <w:rsid w:val="00FA3B95"/>
    <w:rsid w:val="00FC1278"/>
    <w:rsid w:val="00FE7735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BC1A0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FA11BC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BC1A0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FA11BC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1052;&#1080;&#1093;&#1085;&#1077;&#1074;&#1080;&#1095;\&#1041;&#1083;&#1072;&#1085;&#1082;&#1080;%20&#1087;&#1088;&#1072;&#1074;&#1080;&#1090;&#1077;&#1083;&#1100;&#1089;&#1090;&#1074;&#1072;%20%2031-12-2008\&#1041;&#1051;&#1040;&#1053;&#1050;%20&#1055;&#1054;&#1057;&#1058;&#1040;&#1053;&#1054;&#1042;&#1051;&#1045;&#1053;&#1048;&#1071;%20&#1055;&#1056;&#1040;&#1042;&#1048;&#1058;&#1045;&#1051;&#1068;&#1057;&#1058;&#1042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5C421-F250-47A8-95E6-A502E2EE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ПРАВИТЕЛЬСТВА</Template>
  <TotalTime>289</TotalTime>
  <Pages>6</Pages>
  <Words>1639</Words>
  <Characters>10806</Characters>
  <Application>Microsoft Office Word</Application>
  <DocSecurity>0</DocSecurity>
  <Lines>400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/>
  <LinksUpToDate>false</LinksUpToDate>
  <CharactersWithSpaces>12238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Пользователь</dc:creator>
  <cp:lastModifiedBy>Лёксина М.А.</cp:lastModifiedBy>
  <cp:revision>33</cp:revision>
  <cp:lastPrinted>2019-12-11T07:20:00Z</cp:lastPrinted>
  <dcterms:created xsi:type="dcterms:W3CDTF">2019-12-03T07:43:00Z</dcterms:created>
  <dcterms:modified xsi:type="dcterms:W3CDTF">2019-12-18T10:23:00Z</dcterms:modified>
</cp:coreProperties>
</file>